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DD0" w14:textId="78662C09" w:rsidR="00672F55" w:rsidRDefault="009A48C5" w:rsidP="00F313CA">
      <w:pPr>
        <w:sectPr w:rsidR="00672F55" w:rsidSect="00AF1D46">
          <w:headerReference w:type="even" r:id="rId8"/>
          <w:headerReference w:type="default" r:id="rId9"/>
          <w:footerReference w:type="even" r:id="rId10"/>
          <w:footerReference w:type="default" r:id="rId11"/>
          <w:headerReference w:type="first" r:id="rId12"/>
          <w:footerReference w:type="first" r:id="rId13"/>
          <w:type w:val="continuous"/>
          <w:pgSz w:w="12240" w:h="15840"/>
          <w:pgMar w:top="1152" w:right="720" w:bottom="1008" w:left="1152" w:header="720" w:footer="432" w:gutter="0"/>
          <w:cols w:space="378"/>
          <w:titlePg/>
          <w:docGrid w:linePitch="360"/>
        </w:sectPr>
      </w:pPr>
      <w:r>
        <w:rPr>
          <w:noProof/>
        </w:rPr>
        <w:drawing>
          <wp:anchor distT="0" distB="0" distL="114300" distR="114300" simplePos="0" relativeHeight="251686912" behindDoc="0" locked="0" layoutInCell="1" allowOverlap="1" wp14:anchorId="42655150" wp14:editId="556E02EF">
            <wp:simplePos x="0" y="0"/>
            <wp:positionH relativeFrom="margin">
              <wp:posOffset>-703580</wp:posOffset>
            </wp:positionH>
            <wp:positionV relativeFrom="margin">
              <wp:posOffset>-590550</wp:posOffset>
            </wp:positionV>
            <wp:extent cx="7692390" cy="1282065"/>
            <wp:effectExtent l="0" t="0" r="0" b="0"/>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4"/>
                    <a:stretch>
                      <a:fillRect/>
                    </a:stretch>
                  </pic:blipFill>
                  <pic:spPr>
                    <a:xfrm>
                      <a:off x="0" y="0"/>
                      <a:ext cx="7692390" cy="1282065"/>
                    </a:xfrm>
                    <a:prstGeom prst="rect">
                      <a:avLst/>
                    </a:prstGeom>
                  </pic:spPr>
                </pic:pic>
              </a:graphicData>
            </a:graphic>
            <wp14:sizeRelH relativeFrom="margin">
              <wp14:pctWidth>0</wp14:pctWidth>
            </wp14:sizeRelH>
            <wp14:sizeRelV relativeFrom="margin">
              <wp14:pctHeight>0</wp14:pctHeight>
            </wp14:sizeRelV>
          </wp:anchor>
        </w:drawing>
      </w: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2C6B96">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B6426A"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B8BED" w14:textId="77777777" w:rsidR="002C6B96" w:rsidRDefault="002C6B96" w:rsidP="0018351F">
      <w:r>
        <w:separator/>
      </w:r>
    </w:p>
    <w:p w14:paraId="60A3F284" w14:textId="77777777" w:rsidR="002C6B96" w:rsidRDefault="002C6B96"/>
  </w:endnote>
  <w:endnote w:type="continuationSeparator" w:id="0">
    <w:p w14:paraId="46E155D2" w14:textId="77777777" w:rsidR="002C6B96" w:rsidRDefault="002C6B96" w:rsidP="0018351F">
      <w:r>
        <w:continuationSeparator/>
      </w:r>
    </w:p>
    <w:p w14:paraId="4DA646AF" w14:textId="77777777" w:rsidR="002C6B96" w:rsidRDefault="002C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notTrueType/>
    <w:pitch w:val="variable"/>
    <w:sig w:usb0="8000008B" w:usb1="100060EA"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40503050306020203"/>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1757807"/>
      <w:docPartObj>
        <w:docPartGallery w:val="Page Numbers (Bottom of Page)"/>
        <w:docPartUnique/>
      </w:docPartObj>
    </w:sdt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9259760"/>
      <w:docPartObj>
        <w:docPartGallery w:val="Page Numbers (Bottom of Page)"/>
        <w:docPartUnique/>
      </w:docPartObj>
    </w:sdt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B3F25" w14:textId="77777777" w:rsidR="002C6B96" w:rsidRDefault="002C6B96" w:rsidP="0018351F">
      <w:r>
        <w:separator/>
      </w:r>
    </w:p>
    <w:p w14:paraId="5FC23672" w14:textId="77777777" w:rsidR="002C6B96" w:rsidRDefault="002C6B96"/>
  </w:footnote>
  <w:footnote w:type="continuationSeparator" w:id="0">
    <w:p w14:paraId="44FE036D" w14:textId="77777777" w:rsidR="002C6B96" w:rsidRDefault="002C6B96" w:rsidP="0018351F">
      <w:r>
        <w:continuationSeparator/>
      </w:r>
    </w:p>
    <w:p w14:paraId="5FD654BF" w14:textId="77777777" w:rsidR="002C6B96" w:rsidRDefault="002C6B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D77FF" w14:textId="77777777" w:rsidR="00AA155E" w:rsidRDefault="00AA15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4676" w14:textId="77777777" w:rsidR="00B6426A"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22AC009C" w:rsidR="00013FC3" w:rsidRPr="00DF7E79" w:rsidRDefault="00013FC3" w:rsidP="00CF7608">
                          <w:pPr>
                            <w:pStyle w:val="Header"/>
                          </w:pPr>
                          <w:r w:rsidRPr="00DF7E79">
                            <w:t xml:space="preserve">UC </w:t>
                          </w:r>
                          <w:r w:rsidR="00AA155E">
                            <w:t xml:space="preserve">ANR Fire </w:t>
                          </w:r>
                          <w:r w:rsidR="00AA155E">
                            <w:t>Network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67F432" id="_x0000_t202" coordsize="21600,21600" o:spt="202" path="m,l,21600r21600,l21600,xe">
              <v:stroke joinstyle="miter"/>
              <v:path gradientshapeok="t" o:connecttype="rect"/>
            </v:shapetype>
            <v:shape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" filled="f" stroked="f" strokeweight=".5pt">
              <v:textbox style="mso-next-textbox:#Text Box 5">
                <w:txbxContent>
                  <w:p w14:paraId="7E431C33" w14:textId="22AC009C" w:rsidR="00013FC3" w:rsidRPr="00DF7E79" w:rsidRDefault="00013FC3" w:rsidP="00CF7608">
                    <w:pPr>
                      <w:pStyle w:val="Header"/>
                    </w:pPr>
                    <w:r w:rsidRPr="00DF7E79">
                      <w:t xml:space="preserve">UC </w:t>
                    </w:r>
                    <w:r w:rsidR="00AA155E">
                      <w:t xml:space="preserve">ANR Fire </w:t>
                    </w:r>
                    <w:r w:rsidR="00AA155E">
                      <w:t>Network</w:t>
                    </w:r>
                  </w:p>
                </w:txbxContent>
              </v:textbox>
            </v:shape>
          </w:pict>
        </mc:Fallback>
      </mc:AlternateContent>
    </w:r>
  </w:p>
  <w:p w14:paraId="0BBFEFAB" w14:textId="77777777" w:rsidR="00B6426A" w:rsidRDefault="00B6426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E1FFA" w14:textId="77777777" w:rsidR="00AA155E" w:rsidRDefault="00AA1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386025071">
    <w:abstractNumId w:val="2"/>
  </w:num>
  <w:num w:numId="2" w16cid:durableId="1774202824">
    <w:abstractNumId w:val="0"/>
  </w:num>
  <w:num w:numId="3" w16cid:durableId="922690402">
    <w:abstractNumId w:val="1"/>
  </w:num>
  <w:num w:numId="4" w16cid:durableId="1571429510">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E38A3"/>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C6B96"/>
    <w:rsid w:val="002D07AD"/>
    <w:rsid w:val="00312D81"/>
    <w:rsid w:val="003139C0"/>
    <w:rsid w:val="00322B16"/>
    <w:rsid w:val="0035647F"/>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A03A3"/>
    <w:rsid w:val="005B4797"/>
    <w:rsid w:val="00600463"/>
    <w:rsid w:val="006044D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411A3"/>
    <w:rsid w:val="0097224D"/>
    <w:rsid w:val="009A48C5"/>
    <w:rsid w:val="009E3EE5"/>
    <w:rsid w:val="009F06BF"/>
    <w:rsid w:val="00A12AB6"/>
    <w:rsid w:val="00A14706"/>
    <w:rsid w:val="00A2103F"/>
    <w:rsid w:val="00A31ACE"/>
    <w:rsid w:val="00A33067"/>
    <w:rsid w:val="00A41205"/>
    <w:rsid w:val="00A4131E"/>
    <w:rsid w:val="00A41EC9"/>
    <w:rsid w:val="00A7728E"/>
    <w:rsid w:val="00AA155E"/>
    <w:rsid w:val="00AB6D1B"/>
    <w:rsid w:val="00AC6B53"/>
    <w:rsid w:val="00AE0E19"/>
    <w:rsid w:val="00AE49B1"/>
    <w:rsid w:val="00AF1D46"/>
    <w:rsid w:val="00B1563B"/>
    <w:rsid w:val="00B23573"/>
    <w:rsid w:val="00B6426A"/>
    <w:rsid w:val="00B7429E"/>
    <w:rsid w:val="00B81EE0"/>
    <w:rsid w:val="00B83179"/>
    <w:rsid w:val="00BA585B"/>
    <w:rsid w:val="00BD4DC2"/>
    <w:rsid w:val="00BD7FFE"/>
    <w:rsid w:val="00BE0056"/>
    <w:rsid w:val="00BF2234"/>
    <w:rsid w:val="00BF4785"/>
    <w:rsid w:val="00BF4FA2"/>
    <w:rsid w:val="00C031C6"/>
    <w:rsid w:val="00C2375B"/>
    <w:rsid w:val="00C451C1"/>
    <w:rsid w:val="00C5027D"/>
    <w:rsid w:val="00C80994"/>
    <w:rsid w:val="00C905B6"/>
    <w:rsid w:val="00C96127"/>
    <w:rsid w:val="00C96AD3"/>
    <w:rsid w:val="00CA5860"/>
    <w:rsid w:val="00CB6C72"/>
    <w:rsid w:val="00CF1ACD"/>
    <w:rsid w:val="00CF7608"/>
    <w:rsid w:val="00D01315"/>
    <w:rsid w:val="00D01A9E"/>
    <w:rsid w:val="00D21AF8"/>
    <w:rsid w:val="00D334AA"/>
    <w:rsid w:val="00D347BB"/>
    <w:rsid w:val="00D40403"/>
    <w:rsid w:val="00D5322D"/>
    <w:rsid w:val="00D735F1"/>
    <w:rsid w:val="00D87C54"/>
    <w:rsid w:val="00DA0C10"/>
    <w:rsid w:val="00DC6BB5"/>
    <w:rsid w:val="00DE01A3"/>
    <w:rsid w:val="00DE4230"/>
    <w:rsid w:val="00DF45FE"/>
    <w:rsid w:val="00DF7E79"/>
    <w:rsid w:val="00E05660"/>
    <w:rsid w:val="00E10998"/>
    <w:rsid w:val="00E16531"/>
    <w:rsid w:val="00E5661F"/>
    <w:rsid w:val="00E6051B"/>
    <w:rsid w:val="00E76CF3"/>
    <w:rsid w:val="00E85E4F"/>
    <w:rsid w:val="00EA11A4"/>
    <w:rsid w:val="00EA546B"/>
    <w:rsid w:val="00ED642E"/>
    <w:rsid w:val="00EE2495"/>
    <w:rsid w:val="00EE2BBD"/>
    <w:rsid w:val="00F020E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35</TotalTime>
  <Pages>4</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9</cp:revision>
  <cp:lastPrinted>2019-08-08T18:45:00Z</cp:lastPrinted>
  <dcterms:created xsi:type="dcterms:W3CDTF">2019-08-08T17:52:00Z</dcterms:created>
  <dcterms:modified xsi:type="dcterms:W3CDTF">2025-10-31T00:07:00Z</dcterms:modified>
</cp:coreProperties>
</file>